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795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ED2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A86378" w14:textId="6B2ACCB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4D6AAF">
        <w:rPr>
          <w:rFonts w:ascii="Corbel" w:hAnsi="Corbel"/>
          <w:i/>
          <w:smallCaps/>
          <w:sz w:val="24"/>
          <w:szCs w:val="24"/>
        </w:rPr>
        <w:t>2</w:t>
      </w:r>
      <w:r w:rsidR="00C13CBD">
        <w:rPr>
          <w:rFonts w:ascii="Corbel" w:hAnsi="Corbel"/>
          <w:i/>
          <w:smallCaps/>
          <w:sz w:val="24"/>
          <w:szCs w:val="24"/>
        </w:rPr>
        <w:t>-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4D6AAF">
        <w:rPr>
          <w:rFonts w:ascii="Corbel" w:hAnsi="Corbel"/>
          <w:i/>
          <w:smallCaps/>
          <w:sz w:val="24"/>
          <w:szCs w:val="24"/>
        </w:rPr>
        <w:t>5</w:t>
      </w:r>
    </w:p>
    <w:p w14:paraId="2DFCC2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CBA08C" w14:textId="3B422C3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4D6AAF">
        <w:rPr>
          <w:rFonts w:ascii="Corbel" w:hAnsi="Corbel"/>
          <w:sz w:val="20"/>
          <w:szCs w:val="20"/>
        </w:rPr>
        <w:t>4</w:t>
      </w:r>
      <w:r w:rsidR="00AE3AEB">
        <w:rPr>
          <w:rFonts w:ascii="Corbel" w:hAnsi="Corbel"/>
          <w:sz w:val="20"/>
          <w:szCs w:val="20"/>
        </w:rPr>
        <w:t>/202</w:t>
      </w:r>
      <w:r w:rsidR="004D6AAF">
        <w:rPr>
          <w:rFonts w:ascii="Corbel" w:hAnsi="Corbel"/>
          <w:sz w:val="20"/>
          <w:szCs w:val="20"/>
        </w:rPr>
        <w:t>5</w:t>
      </w:r>
    </w:p>
    <w:p w14:paraId="22DB11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8D7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E81B51" w14:textId="77777777" w:rsidTr="00B819C8">
        <w:tc>
          <w:tcPr>
            <w:tcW w:w="2694" w:type="dxa"/>
            <w:vAlign w:val="center"/>
          </w:tcPr>
          <w:p w14:paraId="3EEC2F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D747BF" w14:textId="77777777"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14:paraId="210ED206" w14:textId="77777777" w:rsidTr="00B819C8">
        <w:tc>
          <w:tcPr>
            <w:tcW w:w="2694" w:type="dxa"/>
            <w:vAlign w:val="center"/>
          </w:tcPr>
          <w:p w14:paraId="196CBD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A9181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5DD15B" w14:textId="77777777" w:rsidTr="00B819C8">
        <w:tc>
          <w:tcPr>
            <w:tcW w:w="2694" w:type="dxa"/>
            <w:vAlign w:val="center"/>
          </w:tcPr>
          <w:p w14:paraId="509C00BA" w14:textId="3702CC5B" w:rsidR="0085747A" w:rsidRPr="009C54AE" w:rsidRDefault="004D6A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4C387" w14:textId="77777777"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0A7F3D" w14:textId="77777777" w:rsidTr="00B819C8">
        <w:tc>
          <w:tcPr>
            <w:tcW w:w="2694" w:type="dxa"/>
            <w:vAlign w:val="center"/>
          </w:tcPr>
          <w:p w14:paraId="36357C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82E06" w14:textId="77777777"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25EFAA4" w14:textId="77777777" w:rsidTr="00B819C8">
        <w:tc>
          <w:tcPr>
            <w:tcW w:w="2694" w:type="dxa"/>
            <w:vAlign w:val="center"/>
          </w:tcPr>
          <w:p w14:paraId="65BFFF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BCC8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4DF1BB" w14:textId="77777777" w:rsidTr="00B819C8">
        <w:tc>
          <w:tcPr>
            <w:tcW w:w="2694" w:type="dxa"/>
            <w:vAlign w:val="center"/>
          </w:tcPr>
          <w:p w14:paraId="60C226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3F092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EE20B8B" w14:textId="77777777" w:rsidTr="00B819C8">
        <w:tc>
          <w:tcPr>
            <w:tcW w:w="2694" w:type="dxa"/>
            <w:vAlign w:val="center"/>
          </w:tcPr>
          <w:p w14:paraId="6D3F7C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929EC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68C946C" w14:textId="77777777" w:rsidTr="00B819C8">
        <w:tc>
          <w:tcPr>
            <w:tcW w:w="2694" w:type="dxa"/>
            <w:vAlign w:val="center"/>
          </w:tcPr>
          <w:p w14:paraId="10E17F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17D31" w14:textId="253CB5A8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D6AA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32A6021" w14:textId="77777777" w:rsidTr="00B819C8">
        <w:tc>
          <w:tcPr>
            <w:tcW w:w="2694" w:type="dxa"/>
            <w:vAlign w:val="center"/>
          </w:tcPr>
          <w:p w14:paraId="7A26C1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CB6B7" w14:textId="77777777"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5345CCD7" w14:textId="77777777" w:rsidTr="00B819C8">
        <w:tc>
          <w:tcPr>
            <w:tcW w:w="2694" w:type="dxa"/>
            <w:vAlign w:val="center"/>
          </w:tcPr>
          <w:p w14:paraId="0BB676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4B161" w14:textId="77777777"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F901202" w14:textId="77777777" w:rsidTr="00B819C8">
        <w:tc>
          <w:tcPr>
            <w:tcW w:w="2694" w:type="dxa"/>
            <w:vAlign w:val="center"/>
          </w:tcPr>
          <w:p w14:paraId="37D033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4E6546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13074E" w14:textId="77777777" w:rsidTr="00B819C8">
        <w:tc>
          <w:tcPr>
            <w:tcW w:w="2694" w:type="dxa"/>
            <w:vAlign w:val="center"/>
          </w:tcPr>
          <w:p w14:paraId="350FB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42C1D6" w14:textId="77777777"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14:paraId="50015AEF" w14:textId="77777777" w:rsidTr="00B819C8">
        <w:tc>
          <w:tcPr>
            <w:tcW w:w="2694" w:type="dxa"/>
            <w:vAlign w:val="center"/>
          </w:tcPr>
          <w:p w14:paraId="190C3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A42CD" w14:textId="77777777"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0A5FF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1031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103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01A3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A1F54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5F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201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F5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A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8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3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AFC5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A48" w14:textId="77777777"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89D8" w14:textId="77777777" w:rsidR="00015B8F" w:rsidRPr="009C54AE" w:rsidRDefault="003438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71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2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3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E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B1F" w14:textId="355E90FF" w:rsidR="00015B8F" w:rsidRPr="009C54AE" w:rsidRDefault="004D6A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14:paraId="00AA330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BB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D3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2B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F7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28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13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17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BA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68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8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733E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3A4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0065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46B84D" w14:textId="77777777"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191A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075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70A87" w14:textId="74A648C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6BD502" w14:textId="77777777"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1D759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F2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F80DD2" w14:textId="77777777" w:rsidTr="00745302">
        <w:tc>
          <w:tcPr>
            <w:tcW w:w="9670" w:type="dxa"/>
          </w:tcPr>
          <w:p w14:paraId="0D8AB96C" w14:textId="77777777"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503703DC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BEF34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487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3AD7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D10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2C24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14:paraId="745289C9" w14:textId="77777777" w:rsidTr="00953DAF">
        <w:tc>
          <w:tcPr>
            <w:tcW w:w="851" w:type="dxa"/>
            <w:vAlign w:val="center"/>
          </w:tcPr>
          <w:p w14:paraId="2B861F7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72C092" w14:textId="77777777"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14:paraId="6F91A237" w14:textId="77777777" w:rsidTr="00953DAF">
        <w:tc>
          <w:tcPr>
            <w:tcW w:w="851" w:type="dxa"/>
            <w:vAlign w:val="center"/>
          </w:tcPr>
          <w:p w14:paraId="1D7CE1A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AEA74D9" w14:textId="77777777"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14:paraId="6261EE31" w14:textId="77777777" w:rsidTr="00953DAF">
        <w:tc>
          <w:tcPr>
            <w:tcW w:w="851" w:type="dxa"/>
            <w:vAlign w:val="center"/>
          </w:tcPr>
          <w:p w14:paraId="4108FBB6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0AD45F8" w14:textId="77777777"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1FBC9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6896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16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DE8142" w14:textId="77777777" w:rsidTr="0071620A">
        <w:tc>
          <w:tcPr>
            <w:tcW w:w="1701" w:type="dxa"/>
            <w:vAlign w:val="center"/>
          </w:tcPr>
          <w:p w14:paraId="03609D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75BBA3" w14:textId="77777777"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BAC33BB" w14:textId="77777777"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8496C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526AE6" w14:textId="77777777" w:rsidTr="005E6E85">
        <w:tc>
          <w:tcPr>
            <w:tcW w:w="1701" w:type="dxa"/>
          </w:tcPr>
          <w:p w14:paraId="5A1183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F1FDB0" w14:textId="77777777"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14:paraId="1A9E2DDE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F4DD0C2" w14:textId="77777777" w:rsidTr="005E6E85">
        <w:tc>
          <w:tcPr>
            <w:tcW w:w="1701" w:type="dxa"/>
          </w:tcPr>
          <w:p w14:paraId="11DBD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2963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81596FA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8379401" w14:textId="77777777" w:rsidTr="005E6E85">
        <w:tc>
          <w:tcPr>
            <w:tcW w:w="1701" w:type="dxa"/>
          </w:tcPr>
          <w:p w14:paraId="574E777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492980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14:paraId="29CA1294" w14:textId="77777777"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14:paraId="4E42770D" w14:textId="77777777" w:rsidTr="005E6E85">
        <w:tc>
          <w:tcPr>
            <w:tcW w:w="1701" w:type="dxa"/>
          </w:tcPr>
          <w:p w14:paraId="1735B4D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78B14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14:paraId="594F321D" w14:textId="77777777"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14:paraId="1FDC06C3" w14:textId="77777777" w:rsidTr="005E6E85">
        <w:tc>
          <w:tcPr>
            <w:tcW w:w="1701" w:type="dxa"/>
          </w:tcPr>
          <w:p w14:paraId="66DE098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1FAD9F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14:paraId="2D548E18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6FC2AB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FEA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DE9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B4A3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D0A80" w14:textId="77777777" w:rsidTr="00923D7D">
        <w:tc>
          <w:tcPr>
            <w:tcW w:w="9639" w:type="dxa"/>
          </w:tcPr>
          <w:p w14:paraId="48F49FA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14:paraId="20A64336" w14:textId="77777777" w:rsidTr="00923D7D">
        <w:tc>
          <w:tcPr>
            <w:tcW w:w="9639" w:type="dxa"/>
          </w:tcPr>
          <w:p w14:paraId="02A8CBF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14:paraId="6B1A4958" w14:textId="77777777" w:rsidTr="00923D7D">
        <w:tc>
          <w:tcPr>
            <w:tcW w:w="9639" w:type="dxa"/>
          </w:tcPr>
          <w:p w14:paraId="256D3F1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14:paraId="4887E10C" w14:textId="77777777" w:rsidTr="00923D7D">
        <w:tc>
          <w:tcPr>
            <w:tcW w:w="9639" w:type="dxa"/>
          </w:tcPr>
          <w:p w14:paraId="6A7C95B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407DFA30" w14:textId="77777777" w:rsidTr="00923D7D">
        <w:tc>
          <w:tcPr>
            <w:tcW w:w="9639" w:type="dxa"/>
          </w:tcPr>
          <w:p w14:paraId="1FD16E37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169F1168" w14:textId="77777777" w:rsidTr="00923D7D">
        <w:tc>
          <w:tcPr>
            <w:tcW w:w="9639" w:type="dxa"/>
          </w:tcPr>
          <w:p w14:paraId="3BF3E4D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Środowisko społeczno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0970AA78" w14:textId="77777777" w:rsidTr="00923D7D">
        <w:tc>
          <w:tcPr>
            <w:tcW w:w="9639" w:type="dxa"/>
          </w:tcPr>
          <w:p w14:paraId="6F6B7B9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723D3927" w14:textId="77777777" w:rsidTr="00923D7D">
        <w:tc>
          <w:tcPr>
            <w:tcW w:w="9639" w:type="dxa"/>
          </w:tcPr>
          <w:p w14:paraId="42487F02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2935C6BE" w14:textId="77777777" w:rsidTr="00923D7D">
        <w:tc>
          <w:tcPr>
            <w:tcW w:w="9639" w:type="dxa"/>
          </w:tcPr>
          <w:p w14:paraId="31C68DA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1636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4E1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E9FF0" w14:textId="77777777"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CA7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284A0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D8B0C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C194A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922DBC3" w14:textId="77777777"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5A4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8CFD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06E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24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F76B25" w14:textId="77777777" w:rsidTr="001862E1">
        <w:tc>
          <w:tcPr>
            <w:tcW w:w="1962" w:type="dxa"/>
            <w:vAlign w:val="center"/>
          </w:tcPr>
          <w:p w14:paraId="4807C1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9D90D0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C977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FFC6F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AD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992D6C9" w14:textId="77777777" w:rsidTr="001862E1">
        <w:tc>
          <w:tcPr>
            <w:tcW w:w="1962" w:type="dxa"/>
          </w:tcPr>
          <w:p w14:paraId="74D65A75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59299F" w14:textId="77777777"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D9EA0F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830F39D" w14:textId="77777777" w:rsidTr="001862E1">
        <w:tc>
          <w:tcPr>
            <w:tcW w:w="1962" w:type="dxa"/>
          </w:tcPr>
          <w:p w14:paraId="4146C4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F88F8A" w14:textId="77777777"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24A77B46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A8EB53A" w14:textId="77777777" w:rsidTr="001862E1">
        <w:tc>
          <w:tcPr>
            <w:tcW w:w="1962" w:type="dxa"/>
          </w:tcPr>
          <w:p w14:paraId="18FE96F1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F16B45" w14:textId="77777777"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3DAD4076" w14:textId="77777777"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F6C4189" w14:textId="77777777" w:rsidTr="001862E1">
        <w:tc>
          <w:tcPr>
            <w:tcW w:w="1962" w:type="dxa"/>
          </w:tcPr>
          <w:p w14:paraId="0FCB3B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2A5386B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7721A6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3478126" w14:textId="77777777" w:rsidTr="001862E1">
        <w:tc>
          <w:tcPr>
            <w:tcW w:w="1962" w:type="dxa"/>
          </w:tcPr>
          <w:p w14:paraId="471AD3E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B40020F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19BDBAF" w14:textId="77777777"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93247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1ACA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91D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A31EAD" w14:textId="77777777" w:rsidTr="00923D7D">
        <w:tc>
          <w:tcPr>
            <w:tcW w:w="9670" w:type="dxa"/>
          </w:tcPr>
          <w:p w14:paraId="33730567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2DCC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F4C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DCCA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2881CF" w14:textId="77777777" w:rsidTr="003E1941">
        <w:tc>
          <w:tcPr>
            <w:tcW w:w="4962" w:type="dxa"/>
            <w:vAlign w:val="center"/>
          </w:tcPr>
          <w:p w14:paraId="235EEF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127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57771B" w14:textId="77777777" w:rsidTr="00923D7D">
        <w:tc>
          <w:tcPr>
            <w:tcW w:w="4962" w:type="dxa"/>
          </w:tcPr>
          <w:p w14:paraId="72088D4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D20EE01" w14:textId="77777777"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45B606" w14:textId="77777777" w:rsidTr="00923D7D">
        <w:tc>
          <w:tcPr>
            <w:tcW w:w="4962" w:type="dxa"/>
          </w:tcPr>
          <w:p w14:paraId="4D80F9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7DDB663" w14:textId="32C3002F" w:rsidR="00F35BF3" w:rsidRPr="009C54AE" w:rsidRDefault="00D170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865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FAAED0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54D395" w14:textId="4E79632C" w:rsidR="00A86535" w:rsidRPr="009C54AE" w:rsidRDefault="00F35BF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8B81C6" w14:textId="77777777" w:rsidTr="00923D7D">
        <w:tc>
          <w:tcPr>
            <w:tcW w:w="4962" w:type="dxa"/>
          </w:tcPr>
          <w:p w14:paraId="2D64D52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5306C0" w14:textId="202A9329" w:rsidR="00C61DC5" w:rsidRPr="009C54AE" w:rsidRDefault="00D170E8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</w:p>
        </w:tc>
        <w:tc>
          <w:tcPr>
            <w:tcW w:w="4677" w:type="dxa"/>
          </w:tcPr>
          <w:p w14:paraId="34D313E9" w14:textId="77777777" w:rsidR="00F35BF3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19B659" w14:textId="77777777" w:rsidR="00F35BF3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6C0B3" w14:textId="0F01E031" w:rsidR="00C61DC5" w:rsidRPr="009C54AE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8193482" w14:textId="77777777" w:rsidTr="00923D7D">
        <w:tc>
          <w:tcPr>
            <w:tcW w:w="4962" w:type="dxa"/>
          </w:tcPr>
          <w:p w14:paraId="71FE4E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0C54AC" w14:textId="06AE752E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D87504" w14:textId="77777777" w:rsidTr="00923D7D">
        <w:tc>
          <w:tcPr>
            <w:tcW w:w="4962" w:type="dxa"/>
          </w:tcPr>
          <w:p w14:paraId="6A0039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9B16D" w14:textId="2E73AB40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0E13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01FDA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C25B6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FAC9B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D88F5" w14:textId="77777777"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BDF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0913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431392A" w14:textId="77777777" w:rsidTr="0071620A">
        <w:trPr>
          <w:trHeight w:val="397"/>
        </w:trPr>
        <w:tc>
          <w:tcPr>
            <w:tcW w:w="3544" w:type="dxa"/>
          </w:tcPr>
          <w:p w14:paraId="4532A8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85844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452F9B" w14:textId="77777777" w:rsidTr="0071620A">
        <w:trPr>
          <w:trHeight w:val="397"/>
        </w:trPr>
        <w:tc>
          <w:tcPr>
            <w:tcW w:w="3544" w:type="dxa"/>
          </w:tcPr>
          <w:p w14:paraId="1F6AED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17E1F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4003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26C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878A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27CEFDA" w14:textId="77777777" w:rsidTr="0071620A">
        <w:trPr>
          <w:trHeight w:val="397"/>
        </w:trPr>
        <w:tc>
          <w:tcPr>
            <w:tcW w:w="7513" w:type="dxa"/>
          </w:tcPr>
          <w:p w14:paraId="33E30720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52E85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14:paraId="21265A44" w14:textId="08A8B762" w:rsidR="00F15751" w:rsidRPr="00526B84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Marynowicz-Hetka E., Pedagogika społeczna. 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Podręcznik akademicki, tom 1.</w:t>
            </w:r>
            <w:r w:rsidR="00FB77FE"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Warszawa 20</w:t>
            </w:r>
            <w:r w:rsidR="00251356"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18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4B8FD516" w14:textId="4F932738" w:rsidR="002D65E7" w:rsidRPr="002D65E7" w:rsidRDefault="002D65E7" w:rsidP="002D65E7">
            <w:pPr>
              <w:shd w:val="clear" w:color="auto" w:fill="FEFEFE"/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</w:pP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Paluch M., Attitudes of university students towards problems of contemporary threats and social pathology - reality and challenges (a report from the research</w:t>
            </w:r>
            <w:r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)</w:t>
            </w: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Students of a social work faculty at the School of Engineering and Economics in Rzeszów towards problems of social pathology, Section: Pedagogy, “Applied Sciences and technologies in the United States and Europe: common challenges and scientific findings”: Papers of the 7th International Scientific Conference, June 25, 2014, Cibunet Publishing, New York (USA), s. 61-67, ISBN 978-1-940260-18-1.</w:t>
            </w:r>
          </w:p>
          <w:p w14:paraId="5761B426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społeczna. Podręcznik akademicki, tom 2, red. Marynowicz-Hetka E., Warszawa 2007.</w:t>
            </w:r>
          </w:p>
          <w:p w14:paraId="5A4900A7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14:paraId="3DAAE142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14:paraId="5F906B9B" w14:textId="77777777"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14:paraId="22C2A02A" w14:textId="77777777" w:rsidTr="0071620A">
        <w:trPr>
          <w:trHeight w:val="397"/>
        </w:trPr>
        <w:tc>
          <w:tcPr>
            <w:tcW w:w="7513" w:type="dxa"/>
          </w:tcPr>
          <w:p w14:paraId="4E0A502B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25084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14:paraId="5FC7E26B" w14:textId="4FFF0E1B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Kawula S., Brągiel J., Janke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</w:t>
            </w:r>
            <w:r w:rsidR="00526B84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46167D" w14:textId="77777777"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 M., Nauczyciele wobec zmian edukacyjnych w Polsce, Rzeszów 2006.</w:t>
            </w:r>
          </w:p>
          <w:p w14:paraId="25D9774E" w14:textId="77777777"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14:paraId="1F8720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64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A79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D398C" w14:textId="77777777" w:rsidR="0063426A" w:rsidRDefault="0063426A" w:rsidP="00C16ABF">
      <w:pPr>
        <w:spacing w:after="0" w:line="240" w:lineRule="auto"/>
      </w:pPr>
      <w:r>
        <w:separator/>
      </w:r>
    </w:p>
  </w:endnote>
  <w:endnote w:type="continuationSeparator" w:id="0">
    <w:p w14:paraId="2C0D0F5A" w14:textId="77777777" w:rsidR="0063426A" w:rsidRDefault="006342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71CCF" w14:textId="77777777" w:rsidR="0063426A" w:rsidRDefault="0063426A" w:rsidP="00C16ABF">
      <w:pPr>
        <w:spacing w:after="0" w:line="240" w:lineRule="auto"/>
      </w:pPr>
      <w:r>
        <w:separator/>
      </w:r>
    </w:p>
  </w:footnote>
  <w:footnote w:type="continuationSeparator" w:id="0">
    <w:p w14:paraId="108E7EDD" w14:textId="77777777" w:rsidR="0063426A" w:rsidRDefault="0063426A" w:rsidP="00C16ABF">
      <w:pPr>
        <w:spacing w:after="0" w:line="240" w:lineRule="auto"/>
      </w:pPr>
      <w:r>
        <w:continuationSeparator/>
      </w:r>
    </w:p>
  </w:footnote>
  <w:footnote w:id="1">
    <w:p w14:paraId="36FAC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" w15:restartNumberingAfterBreak="0">
    <w:nsid w:val="2432443D"/>
    <w:multiLevelType w:val="multilevel"/>
    <w:tmpl w:val="1C96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9017477">
    <w:abstractNumId w:val="0"/>
  </w:num>
  <w:num w:numId="2" w16cid:durableId="2076199352">
    <w:abstractNumId w:val="1"/>
  </w:num>
  <w:num w:numId="3" w16cid:durableId="63163668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E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C25E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3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E7"/>
    <w:rsid w:val="002D73D4"/>
    <w:rsid w:val="002F02A3"/>
    <w:rsid w:val="002F4ABE"/>
    <w:rsid w:val="003018BA"/>
    <w:rsid w:val="0030395F"/>
    <w:rsid w:val="00305C92"/>
    <w:rsid w:val="003151C5"/>
    <w:rsid w:val="00315213"/>
    <w:rsid w:val="00331926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23"/>
    <w:rsid w:val="0042244A"/>
    <w:rsid w:val="0042745A"/>
    <w:rsid w:val="0043042D"/>
    <w:rsid w:val="00431D5C"/>
    <w:rsid w:val="00435EB1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D6AAF"/>
    <w:rsid w:val="004F0EC6"/>
    <w:rsid w:val="004F1551"/>
    <w:rsid w:val="004F55A3"/>
    <w:rsid w:val="0050496F"/>
    <w:rsid w:val="00513B6F"/>
    <w:rsid w:val="00517C63"/>
    <w:rsid w:val="00526B84"/>
    <w:rsid w:val="00526C94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6A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52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0E8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D561C"/>
    <w:rsid w:val="00ED7FC0"/>
    <w:rsid w:val="00EE32DE"/>
    <w:rsid w:val="00EE5457"/>
    <w:rsid w:val="00F070AB"/>
    <w:rsid w:val="00F15751"/>
    <w:rsid w:val="00F17567"/>
    <w:rsid w:val="00F27A7B"/>
    <w:rsid w:val="00F34783"/>
    <w:rsid w:val="00F35BF3"/>
    <w:rsid w:val="00F526AF"/>
    <w:rsid w:val="00F617C3"/>
    <w:rsid w:val="00F7066B"/>
    <w:rsid w:val="00F83B28"/>
    <w:rsid w:val="00FA46E5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F3A8"/>
  <w15:docId w15:val="{0A857702-0536-458C-9AEC-C8DE35C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0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C34F-4F69-4D6B-A553-B093851A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4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16</cp:revision>
  <cp:lastPrinted>2019-12-06T10:06:00Z</cp:lastPrinted>
  <dcterms:created xsi:type="dcterms:W3CDTF">2019-11-20T16:54:00Z</dcterms:created>
  <dcterms:modified xsi:type="dcterms:W3CDTF">2022-05-30T17:00:00Z</dcterms:modified>
</cp:coreProperties>
</file>